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AE27DB" w:rsidRDefault="00AE27DB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Epilogue draft 1</w:t>
      </w:r>
    </w:p>
    <w:p w:rsidR="00415284" w:rsidRPr="00D3435D" w:rsidRDefault="00AE27DB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July 10</w:t>
      </w:r>
      <w:r w:rsidR="00415284" w:rsidRPr="00D3435D">
        <w:rPr>
          <w:rFonts w:ascii="Arial" w:hAnsi="Arial" w:cs="Arial"/>
          <w:sz w:val="24"/>
          <w:szCs w:val="24"/>
        </w:rPr>
        <w:t>, 2011</w:t>
      </w:r>
    </w:p>
    <w:p w:rsidR="00CF0F74" w:rsidRDefault="00CF0F74"/>
    <w:p w:rsidR="00415284" w:rsidRPr="00A05211" w:rsidRDefault="00AE27DB" w:rsidP="00A05211">
      <w:pPr>
        <w:spacing w:line="480" w:lineRule="auto"/>
        <w:ind w:firstLine="420"/>
        <w:rPr>
          <w:rFonts w:ascii="Arial" w:hAnsi="Arial" w:cs="Arial"/>
          <w:sz w:val="24"/>
          <w:szCs w:val="24"/>
        </w:rPr>
      </w:pPr>
      <w:r w:rsidRPr="00A05211">
        <w:rPr>
          <w:rFonts w:ascii="Arial" w:hAnsi="Arial" w:cs="Arial"/>
          <w:sz w:val="24"/>
          <w:szCs w:val="24"/>
        </w:rPr>
        <w:t xml:space="preserve">As I mentioned above, procrastination has so many negative effects. Some people don’t care much about the procrastination, they think it </w:t>
      </w:r>
      <w:r w:rsidR="003C2021" w:rsidRPr="00A05211">
        <w:rPr>
          <w:rFonts w:ascii="Arial" w:hAnsi="Arial" w:cs="Arial"/>
          <w:sz w:val="24"/>
          <w:szCs w:val="24"/>
        </w:rPr>
        <w:t>happens every day and everyone procrastinates in some deg</w:t>
      </w:r>
      <w:r w:rsidR="00A05211">
        <w:rPr>
          <w:rFonts w:ascii="Arial" w:hAnsi="Arial" w:cs="Arial"/>
          <w:sz w:val="24"/>
          <w:szCs w:val="24"/>
        </w:rPr>
        <w:t xml:space="preserve">ree. </w:t>
      </w:r>
      <w:r w:rsidR="00A05211">
        <w:rPr>
          <w:rFonts w:ascii="Arial" w:hAnsi="Arial" w:cs="Arial" w:hint="eastAsia"/>
          <w:sz w:val="24"/>
          <w:szCs w:val="24"/>
        </w:rPr>
        <w:t>However, i</w:t>
      </w:r>
      <w:r w:rsidR="003C2021" w:rsidRPr="00A05211">
        <w:rPr>
          <w:rFonts w:ascii="Arial" w:hAnsi="Arial" w:cs="Arial"/>
          <w:sz w:val="24"/>
          <w:szCs w:val="24"/>
        </w:rPr>
        <w:t xml:space="preserve">t will cause people many problems if they </w:t>
      </w:r>
      <w:r w:rsidR="00A05211" w:rsidRPr="00A05211">
        <w:rPr>
          <w:rFonts w:ascii="Arial" w:hAnsi="Arial" w:cs="Arial"/>
          <w:sz w:val="24"/>
          <w:szCs w:val="24"/>
        </w:rPr>
        <w:t>tolerate their procrastination and become a habit</w:t>
      </w:r>
      <w:r w:rsidR="005D4B3E">
        <w:rPr>
          <w:rFonts w:ascii="Arial" w:hAnsi="Arial" w:cs="Arial" w:hint="eastAsia"/>
          <w:sz w:val="24"/>
          <w:szCs w:val="24"/>
        </w:rPr>
        <w:t>ual</w:t>
      </w:r>
      <w:r w:rsidR="00A05211" w:rsidRPr="00A05211">
        <w:rPr>
          <w:rFonts w:ascii="Arial" w:hAnsi="Arial" w:cs="Arial"/>
          <w:sz w:val="24"/>
          <w:szCs w:val="24"/>
        </w:rPr>
        <w:t xml:space="preserve"> procrastinator like me. If you are a procrastinator, now it’s time to overcome your procrastination, make a schedule for yourself and live a better life.</w:t>
      </w:r>
      <w:r w:rsidR="00A05211">
        <w:rPr>
          <w:rFonts w:ascii="Arial" w:hAnsi="Arial" w:cs="Arial"/>
          <w:sz w:val="24"/>
          <w:szCs w:val="24"/>
        </w:rPr>
        <w:t xml:space="preserve"> Otherwise you may fe</w:t>
      </w:r>
      <w:r w:rsidR="00A05211">
        <w:rPr>
          <w:rFonts w:ascii="Arial" w:hAnsi="Arial" w:cs="Arial" w:hint="eastAsia"/>
          <w:sz w:val="24"/>
          <w:szCs w:val="24"/>
        </w:rPr>
        <w:t>e</w:t>
      </w:r>
      <w:r w:rsidR="00A05211" w:rsidRPr="00A05211">
        <w:rPr>
          <w:rFonts w:ascii="Arial" w:hAnsi="Arial" w:cs="Arial"/>
          <w:sz w:val="24"/>
          <w:szCs w:val="24"/>
        </w:rPr>
        <w:t>l regret about your procrastination.</w:t>
      </w:r>
    </w:p>
    <w:sectPr w:rsidR="00415284" w:rsidRPr="00A05211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58D" w:rsidRDefault="00A6658D" w:rsidP="00415284">
      <w:r>
        <w:separator/>
      </w:r>
    </w:p>
  </w:endnote>
  <w:endnote w:type="continuationSeparator" w:id="1">
    <w:p w:rsidR="00A6658D" w:rsidRDefault="00A6658D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58D" w:rsidRDefault="00A6658D" w:rsidP="00415284">
      <w:r>
        <w:separator/>
      </w:r>
    </w:p>
  </w:footnote>
  <w:footnote w:type="continuationSeparator" w:id="1">
    <w:p w:rsidR="00A6658D" w:rsidRDefault="00A6658D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2021"/>
    <w:rsid w:val="003C2021"/>
    <w:rsid w:val="00415284"/>
    <w:rsid w:val="005A5C7D"/>
    <w:rsid w:val="005D4B3E"/>
    <w:rsid w:val="00A05211"/>
    <w:rsid w:val="00A6658D"/>
    <w:rsid w:val="00AE27DB"/>
    <w:rsid w:val="00B426AB"/>
    <w:rsid w:val="00CF0F74"/>
    <w:rsid w:val="00EC3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24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2011-07-12T03:29:00Z</dcterms:created>
  <dcterms:modified xsi:type="dcterms:W3CDTF">2011-07-12T04:54:00Z</dcterms:modified>
</cp:coreProperties>
</file>